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880F60" w:rsidRDefault="00AD1F9B" w:rsidP="00880F60">
      <w:pPr>
        <w:pStyle w:val="Title"/>
      </w:pPr>
      <w:r w:rsidRPr="00D77A23">
        <w:rPr>
          <w:rFonts w:ascii="Georgia" w:eastAsia="Georgia" w:hAnsi="Georgia" w:cs="Georgia"/>
          <w:bCs/>
          <w:iCs/>
          <w:lang w:val="es-ES"/>
        </w:rPr>
        <w:t>Respuestas del folleto B</w:t>
      </w:r>
    </w:p>
    <w:p w:rsidR="002F372E" w:rsidRPr="00FE311A" w:rsidRDefault="00AD1F9B" w:rsidP="00880F60">
      <w:pPr>
        <w:pStyle w:val="Subtitle"/>
        <w:rPr>
          <w:lang w:val="es-AR"/>
        </w:rPr>
      </w:pPr>
      <w:r w:rsidRPr="00675E4B">
        <w:rPr>
          <w:rFonts w:ascii="Georgia" w:eastAsia="Georgia" w:hAnsi="Georgia" w:cs="Georgia"/>
          <w:lang w:val="es-ES"/>
        </w:rPr>
        <w:t>Un poco de ahorro logra mucho - Respuestas</w:t>
      </w:r>
    </w:p>
    <w:p w:rsidR="00675E4B" w:rsidRPr="00FE311A" w:rsidRDefault="00AD1F9B" w:rsidP="00675E4B">
      <w:pPr>
        <w:pStyle w:val="BodyText"/>
        <w:rPr>
          <w:lang w:val="es-AR"/>
        </w:rPr>
      </w:pPr>
      <w:r>
        <w:rPr>
          <w:rFonts w:eastAsia="Georgia" w:cs="Georgia"/>
          <w:lang w:val="es-ES"/>
        </w:rPr>
        <w:t xml:space="preserve">Los ahorros son ingresos o dinero no gastado en el momento actual. El dinero que se acumula durante un período se denomina ahorro. </w:t>
      </w:r>
    </w:p>
    <w:p w:rsidR="002F372E" w:rsidRPr="00FE311A" w:rsidRDefault="00AD1F9B" w:rsidP="00675E4B">
      <w:pPr>
        <w:pStyle w:val="BodyText"/>
        <w:rPr>
          <w:lang w:val="es-AR"/>
        </w:rPr>
      </w:pPr>
      <w:r>
        <w:rPr>
          <w:rFonts w:eastAsia="Georgia" w:cs="Georgia"/>
          <w:lang w:val="es-ES"/>
        </w:rPr>
        <w:t>Hay 180 días en el año escolar, y en 7</w:t>
      </w:r>
      <w:r>
        <w:rPr>
          <w:rFonts w:eastAsia="Georgia" w:cs="Georgia"/>
          <w:vertAlign w:val="superscript"/>
          <w:lang w:val="es-ES"/>
        </w:rPr>
        <w:t>.º</w:t>
      </w:r>
      <w:r>
        <w:rPr>
          <w:rFonts w:eastAsia="Georgia" w:cs="Georgia"/>
          <w:lang w:val="es-ES"/>
        </w:rPr>
        <w:t xml:space="preserve"> grado ha empezado a ahorrar USD 2,00 por día. Ahorra todo el dinero cada año. ¿Cuánto dinero tendría ahorrado al finalizar cada año a continuación? </w:t>
      </w: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6645"/>
        <w:gridCol w:w="567"/>
        <w:gridCol w:w="1932"/>
      </w:tblGrid>
      <w:tr w:rsidR="00A8232C" w:rsidTr="00A823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776" w:type="dxa"/>
          </w:tcPr>
          <w:p w:rsidR="00DC3D52" w:rsidRPr="00D77A23" w:rsidRDefault="00AD1F9B" w:rsidP="00D77A23">
            <w:pPr>
              <w:pStyle w:val="TableTitleArial"/>
              <w:rPr>
                <w:b/>
                <w:i w:val="0"/>
              </w:rPr>
            </w:pPr>
            <w:r w:rsidRPr="00D77A23">
              <w:rPr>
                <w:rFonts w:eastAsia="Arial"/>
                <w:i w:val="0"/>
                <w:color w:val="000000"/>
                <w:szCs w:val="20"/>
              </w:rPr>
              <w:t>Nivel académico</w:t>
            </w:r>
          </w:p>
        </w:tc>
        <w:tc>
          <w:tcPr>
            <w:tcW w:w="2368" w:type="dxa"/>
            <w:gridSpan w:val="2"/>
          </w:tcPr>
          <w:p w:rsidR="00DC3D52" w:rsidRPr="00D77A23" w:rsidRDefault="00AD1F9B" w:rsidP="00675E4B">
            <w:pPr>
              <w:pStyle w:val="TableTitleArial"/>
              <w:jc w:val="right"/>
              <w:rPr>
                <w:b/>
                <w:i w:val="0"/>
              </w:rPr>
            </w:pPr>
            <w:r w:rsidRPr="00D77A23">
              <w:rPr>
                <w:rFonts w:eastAsia="Arial"/>
                <w:i w:val="0"/>
                <w:color w:val="000000"/>
                <w:szCs w:val="20"/>
              </w:rPr>
              <w:t>Ahorro</w:t>
            </w:r>
          </w:p>
        </w:tc>
      </w:tr>
      <w:tr w:rsidR="00A8232C" w:rsidTr="00A8232C">
        <w:tc>
          <w:tcPr>
            <w:tcW w:w="6776" w:type="dxa"/>
            <w:vAlign w:val="center"/>
          </w:tcPr>
          <w:p w:rsidR="00675E4B" w:rsidRPr="00675E4B" w:rsidRDefault="00AD1F9B" w:rsidP="00D77A23">
            <w:pPr>
              <w:pStyle w:val="TabletextArial"/>
            </w:pPr>
            <w:r w:rsidRPr="00675E4B">
              <w:rPr>
                <w:rFonts w:eastAsia="Arial"/>
                <w:lang w:val="es-ES"/>
              </w:rPr>
              <w:t>7</w:t>
            </w:r>
            <w:r w:rsidRPr="00675E4B">
              <w:rPr>
                <w:rFonts w:eastAsia="Arial"/>
                <w:vertAlign w:val="superscript"/>
                <w:lang w:val="es-ES"/>
              </w:rPr>
              <w:t>.º</w:t>
            </w:r>
            <w:r w:rsidRPr="00675E4B">
              <w:rPr>
                <w:rFonts w:eastAsia="Arial"/>
                <w:lang w:val="es-ES"/>
              </w:rPr>
              <w:t xml:space="preserve"> grado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FE311A" w:rsidP="00675E4B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USD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AD1F9B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es-ES"/>
              </w:rPr>
              <w:t>360</w:t>
            </w:r>
          </w:p>
        </w:tc>
      </w:tr>
      <w:tr w:rsidR="00A8232C" w:rsidTr="00A8232C">
        <w:tc>
          <w:tcPr>
            <w:tcW w:w="6776" w:type="dxa"/>
            <w:vAlign w:val="center"/>
          </w:tcPr>
          <w:p w:rsidR="00675E4B" w:rsidRPr="00675E4B" w:rsidRDefault="00AD1F9B" w:rsidP="00D77A23">
            <w:pPr>
              <w:pStyle w:val="TabletextArial"/>
            </w:pPr>
            <w:r w:rsidRPr="00675E4B">
              <w:rPr>
                <w:rFonts w:eastAsia="Arial"/>
                <w:lang w:val="es-ES"/>
              </w:rPr>
              <w:t>8</w:t>
            </w:r>
            <w:r w:rsidRPr="00675E4B">
              <w:rPr>
                <w:rFonts w:eastAsia="Arial"/>
                <w:vertAlign w:val="superscript"/>
                <w:lang w:val="es-ES"/>
              </w:rPr>
              <w:t>.º</w:t>
            </w:r>
            <w:r w:rsidRPr="00675E4B">
              <w:rPr>
                <w:rFonts w:eastAsia="Arial"/>
                <w:lang w:val="es-ES"/>
              </w:rPr>
              <w:t xml:space="preserve"> grado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FE311A" w:rsidP="00675E4B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USD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AD1F9B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es-ES"/>
              </w:rPr>
              <w:t>720</w:t>
            </w:r>
          </w:p>
        </w:tc>
      </w:tr>
      <w:tr w:rsidR="00A8232C" w:rsidTr="00A8232C">
        <w:tc>
          <w:tcPr>
            <w:tcW w:w="6776" w:type="dxa"/>
            <w:vAlign w:val="center"/>
          </w:tcPr>
          <w:p w:rsidR="00675E4B" w:rsidRPr="00675E4B" w:rsidRDefault="00AD1F9B" w:rsidP="00D77A23">
            <w:pPr>
              <w:pStyle w:val="TabletextArial"/>
            </w:pPr>
            <w:r w:rsidRPr="00675E4B">
              <w:rPr>
                <w:rFonts w:eastAsia="Arial"/>
                <w:lang w:val="es-ES"/>
              </w:rPr>
              <w:t>9</w:t>
            </w:r>
            <w:r w:rsidRPr="00675E4B">
              <w:rPr>
                <w:rFonts w:eastAsia="Arial"/>
                <w:vertAlign w:val="superscript"/>
                <w:lang w:val="es-ES"/>
              </w:rPr>
              <w:t>.º</w:t>
            </w:r>
            <w:r w:rsidRPr="00675E4B">
              <w:rPr>
                <w:rFonts w:eastAsia="Arial"/>
                <w:lang w:val="es-ES"/>
              </w:rPr>
              <w:t xml:space="preserve"> grado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FE311A" w:rsidP="00675E4B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USD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AD1F9B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es-ES"/>
              </w:rPr>
              <w:t>1.080</w:t>
            </w:r>
          </w:p>
        </w:tc>
      </w:tr>
      <w:tr w:rsidR="00A8232C" w:rsidTr="00A8232C">
        <w:tc>
          <w:tcPr>
            <w:tcW w:w="6776" w:type="dxa"/>
            <w:vAlign w:val="center"/>
          </w:tcPr>
          <w:p w:rsidR="00675E4B" w:rsidRPr="00675E4B" w:rsidRDefault="00AD1F9B" w:rsidP="00D77A23">
            <w:pPr>
              <w:pStyle w:val="TabletextArial"/>
            </w:pPr>
            <w:r w:rsidRPr="00675E4B">
              <w:rPr>
                <w:rFonts w:eastAsia="Arial"/>
                <w:lang w:val="es-ES"/>
              </w:rPr>
              <w:t>10</w:t>
            </w:r>
            <w:r w:rsidRPr="00675E4B">
              <w:rPr>
                <w:rFonts w:eastAsia="Arial"/>
                <w:vertAlign w:val="superscript"/>
                <w:lang w:val="es-ES"/>
              </w:rPr>
              <w:t>.º</w:t>
            </w:r>
            <w:r w:rsidRPr="00675E4B">
              <w:rPr>
                <w:rFonts w:eastAsia="Arial"/>
                <w:lang w:val="es-ES"/>
              </w:rPr>
              <w:t xml:space="preserve"> grado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FE311A" w:rsidP="00675E4B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USD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AD1F9B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es-ES"/>
              </w:rPr>
              <w:t>1.440</w:t>
            </w:r>
          </w:p>
        </w:tc>
      </w:tr>
      <w:tr w:rsidR="00A8232C" w:rsidTr="00A8232C">
        <w:tc>
          <w:tcPr>
            <w:tcW w:w="6776" w:type="dxa"/>
            <w:vAlign w:val="center"/>
          </w:tcPr>
          <w:p w:rsidR="00675E4B" w:rsidRPr="00675E4B" w:rsidRDefault="00AD1F9B" w:rsidP="00D77A23">
            <w:pPr>
              <w:pStyle w:val="TabletextArial"/>
            </w:pPr>
            <w:r w:rsidRPr="00675E4B">
              <w:rPr>
                <w:rFonts w:eastAsia="Arial"/>
                <w:lang w:val="es-ES"/>
              </w:rPr>
              <w:t>11</w:t>
            </w:r>
            <w:r w:rsidRPr="00675E4B">
              <w:rPr>
                <w:rFonts w:eastAsia="Arial"/>
                <w:vertAlign w:val="superscript"/>
                <w:lang w:val="es-ES"/>
              </w:rPr>
              <w:t>.º</w:t>
            </w:r>
            <w:r w:rsidRPr="00675E4B">
              <w:rPr>
                <w:rFonts w:eastAsia="Arial"/>
                <w:lang w:val="es-ES"/>
              </w:rPr>
              <w:t xml:space="preserve"> grado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FE311A" w:rsidP="00675E4B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USD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AD1F9B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es-ES"/>
              </w:rPr>
              <w:t>1.880</w:t>
            </w:r>
          </w:p>
        </w:tc>
      </w:tr>
      <w:tr w:rsidR="00A8232C" w:rsidTr="00A8232C">
        <w:tc>
          <w:tcPr>
            <w:tcW w:w="6776" w:type="dxa"/>
            <w:vAlign w:val="center"/>
          </w:tcPr>
          <w:p w:rsidR="00675E4B" w:rsidRPr="00675E4B" w:rsidRDefault="00AD1F9B" w:rsidP="00D77A23">
            <w:pPr>
              <w:pStyle w:val="TabletextArial"/>
            </w:pPr>
            <w:r w:rsidRPr="00675E4B">
              <w:rPr>
                <w:rFonts w:eastAsia="Arial"/>
                <w:lang w:val="es-ES"/>
              </w:rPr>
              <w:t>12</w:t>
            </w:r>
            <w:r w:rsidRPr="00675E4B">
              <w:rPr>
                <w:rFonts w:eastAsia="Arial"/>
                <w:vertAlign w:val="superscript"/>
                <w:lang w:val="es-ES"/>
              </w:rPr>
              <w:t>.º</w:t>
            </w:r>
            <w:r w:rsidRPr="00675E4B">
              <w:rPr>
                <w:rFonts w:eastAsia="Arial"/>
                <w:lang w:val="es-ES"/>
              </w:rPr>
              <w:t xml:space="preserve"> grado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FE311A" w:rsidP="00FE311A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USD</w:t>
            </w:r>
            <w:r w:rsidRPr="006531C7">
              <w:rPr>
                <w:b/>
                <w:i/>
              </w:rPr>
              <w:t xml:space="preserve"> 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AD1F9B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es-ES"/>
              </w:rPr>
              <w:t>2.160</w:t>
            </w:r>
          </w:p>
        </w:tc>
      </w:tr>
    </w:tbl>
    <w:p w:rsidR="007178D0" w:rsidRDefault="00EA6292" w:rsidP="00DC3D52">
      <w:pPr>
        <w:pStyle w:val="BodyText"/>
        <w:spacing w:after="0" w:line="240" w:lineRule="auto"/>
      </w:pPr>
    </w:p>
    <w:p w:rsidR="00DC3D52" w:rsidRPr="00FE311A" w:rsidRDefault="00AD1F9B" w:rsidP="006531C7">
      <w:pPr>
        <w:pStyle w:val="ListNumber"/>
        <w:rPr>
          <w:lang w:val="es-AR"/>
        </w:rPr>
      </w:pPr>
      <w:r w:rsidRPr="006531C7">
        <w:rPr>
          <w:rFonts w:eastAsia="Georgia" w:cs="Georgia"/>
          <w:lang w:val="es-ES"/>
        </w:rPr>
        <w:t>¿Cuáles son algunas formas de encontrar u obtener USD 2,00 al día? ¿De qué debe prescindir cada día para poder ahorrar USD 2,00?</w:t>
      </w:r>
    </w:p>
    <w:p w:rsidR="006531C7" w:rsidRPr="006531C7" w:rsidRDefault="00AD1F9B" w:rsidP="006531C7">
      <w:pPr>
        <w:pStyle w:val="BodyText"/>
        <w:rPr>
          <w:b/>
          <w:i/>
        </w:rPr>
      </w:pPr>
      <w:r w:rsidRPr="006531C7">
        <w:rPr>
          <w:rFonts w:eastAsia="Georgia" w:cs="Georgia"/>
          <w:b/>
          <w:bCs/>
          <w:i/>
          <w:iCs/>
          <w:lang w:val="es-ES"/>
        </w:rPr>
        <w:t xml:space="preserve">Puede haber diversas respuestas. </w:t>
      </w:r>
      <w:bookmarkStart w:id="0" w:name="_GoBack"/>
      <w:bookmarkEnd w:id="0"/>
    </w:p>
    <w:sectPr w:rsidR="006531C7" w:rsidRPr="006531C7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F9B" w:rsidRDefault="00AD1F9B" w:rsidP="00A8232C">
      <w:pPr>
        <w:spacing w:after="0" w:line="240" w:lineRule="auto"/>
      </w:pPr>
      <w:r>
        <w:separator/>
      </w:r>
    </w:p>
  </w:endnote>
  <w:endnote w:type="continuationSeparator" w:id="0">
    <w:p w:rsidR="00AD1F9B" w:rsidRDefault="00AD1F9B" w:rsidP="00A82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D77A23" w:rsidRPr="00D77A23" w:rsidRDefault="00EA6292">
    <w:pPr>
      <w:pStyle w:val="Footer"/>
      <w:rPr>
        <w:sz w:val="16"/>
        <w:szCs w:val="16"/>
      </w:rPr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.75pt;width:450.55pt;height:36.8pt;z-index:251658240" filled="f" stroked="f">
          <v:textbox style="mso-fit-shape-to-text:t" inset="0,0,0,0">
            <w:txbxContent>
              <w:p w:rsidR="009B0E4C" w:rsidRPr="00FE311A" w:rsidRDefault="00AD1F9B" w:rsidP="00A76F01">
                <w:pPr>
                  <w:pStyle w:val="Copyright"/>
                  <w:rPr>
                    <w:lang w:val="es-AR"/>
                  </w:rPr>
                </w:pPr>
                <w:r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  <w:r w:rsidR="00AD1F9B" w:rsidRPr="002A68B4">
      <w:rPr>
        <w:noProof/>
        <w:sz w:val="16"/>
        <w:szCs w:val="16"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-1085850</wp:posOffset>
          </wp:positionH>
          <wp:positionV relativeFrom="paragraph">
            <wp:posOffset>-1588135</wp:posOffset>
          </wp:positionV>
          <wp:extent cx="1638300" cy="1381125"/>
          <wp:effectExtent l="0" t="0" r="0" b="0"/>
          <wp:wrapNone/>
          <wp:docPr id="2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0910" cy="1377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F372E" w:rsidRDefault="00EA629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F9B" w:rsidRDefault="00AD1F9B" w:rsidP="00A8232C">
      <w:pPr>
        <w:spacing w:after="0" w:line="240" w:lineRule="auto"/>
      </w:pPr>
      <w:r>
        <w:separator/>
      </w:r>
    </w:p>
  </w:footnote>
  <w:footnote w:type="continuationSeparator" w:id="0">
    <w:p w:rsidR="00AD1F9B" w:rsidRDefault="00AD1F9B" w:rsidP="00A82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A8232C" w:rsidTr="0084517A">
      <w:tc>
        <w:tcPr>
          <w:tcW w:w="5000" w:type="pct"/>
        </w:tcPr>
        <w:p w:rsidR="002F372E" w:rsidRPr="009B5B65" w:rsidRDefault="00EA6292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EA6292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AD1F9B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63E6E85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F2329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50ECE81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3F7CC4A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1B5E58F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5D5ABF9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C47C7F6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782349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7A1E721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2416E43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DD0211EC" w:tentative="1">
      <w:start w:val="1"/>
      <w:numFmt w:val="lowerLetter"/>
      <w:lvlText w:val="%2."/>
      <w:lvlJc w:val="left"/>
      <w:pPr>
        <w:ind w:left="2246" w:hanging="360"/>
      </w:pPr>
    </w:lvl>
    <w:lvl w:ilvl="2" w:tplc="E43A163C" w:tentative="1">
      <w:start w:val="1"/>
      <w:numFmt w:val="lowerRoman"/>
      <w:lvlText w:val="%3."/>
      <w:lvlJc w:val="right"/>
      <w:pPr>
        <w:ind w:left="2966" w:hanging="180"/>
      </w:pPr>
    </w:lvl>
    <w:lvl w:ilvl="3" w:tplc="4956EBCC" w:tentative="1">
      <w:start w:val="1"/>
      <w:numFmt w:val="decimal"/>
      <w:lvlText w:val="%4."/>
      <w:lvlJc w:val="left"/>
      <w:pPr>
        <w:ind w:left="3686" w:hanging="360"/>
      </w:pPr>
    </w:lvl>
    <w:lvl w:ilvl="4" w:tplc="B7C6CDAA" w:tentative="1">
      <w:start w:val="1"/>
      <w:numFmt w:val="lowerLetter"/>
      <w:lvlText w:val="%5."/>
      <w:lvlJc w:val="left"/>
      <w:pPr>
        <w:ind w:left="4406" w:hanging="360"/>
      </w:pPr>
    </w:lvl>
    <w:lvl w:ilvl="5" w:tplc="767E647E" w:tentative="1">
      <w:start w:val="1"/>
      <w:numFmt w:val="lowerRoman"/>
      <w:lvlText w:val="%6."/>
      <w:lvlJc w:val="right"/>
      <w:pPr>
        <w:ind w:left="5126" w:hanging="180"/>
      </w:pPr>
    </w:lvl>
    <w:lvl w:ilvl="6" w:tplc="A8041C00" w:tentative="1">
      <w:start w:val="1"/>
      <w:numFmt w:val="decimal"/>
      <w:lvlText w:val="%7."/>
      <w:lvlJc w:val="left"/>
      <w:pPr>
        <w:ind w:left="5846" w:hanging="360"/>
      </w:pPr>
    </w:lvl>
    <w:lvl w:ilvl="7" w:tplc="ADC03224" w:tentative="1">
      <w:start w:val="1"/>
      <w:numFmt w:val="lowerLetter"/>
      <w:lvlText w:val="%8."/>
      <w:lvlJc w:val="left"/>
      <w:pPr>
        <w:ind w:left="6566" w:hanging="360"/>
      </w:pPr>
    </w:lvl>
    <w:lvl w:ilvl="8" w:tplc="17C6482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3C7850E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4F2A50F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A0D21E3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D8421C4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1E5028C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D692497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5F4AB4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1BA4EA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BA246E1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C9D81DA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C4FEEA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2640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367E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E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7241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AE1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1295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7A5D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EC309EC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7F2EA8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C26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6438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827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8628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2C2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CC55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2D1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32C"/>
    <w:rsid w:val="00A8232C"/>
    <w:rsid w:val="00AD1F9B"/>
    <w:rsid w:val="00EA6292"/>
    <w:rsid w:val="00FE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9F738-2C10-E14D-9B1F-FFCEEC3A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0</TotalTime>
  <Pages>1</Pages>
  <Words>105</Words>
  <Characters>599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2012-12-31T16:30:00Z</dcterms:created>
  <dcterms:modified xsi:type="dcterms:W3CDTF">2012-12-31T16:30:00Z</dcterms:modified>
</cp:coreProperties>
</file>